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A21" w:rsidRDefault="00C845FD" w:rsidP="009C5306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-104775</wp:posOffset>
                </wp:positionV>
                <wp:extent cx="6789420" cy="800100"/>
                <wp:effectExtent l="1905" t="0" r="0" b="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9420" cy="800100"/>
                          <a:chOff x="753" y="555"/>
                          <a:chExt cx="10152" cy="1260"/>
                        </a:xfrm>
                      </wpg:grpSpPr>
                      <wpg:grpSp>
                        <wpg:cNvPr id="2" name="Group 20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3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3A21" w:rsidRPr="0021511C" w:rsidRDefault="00C43A21" w:rsidP="00C43A21">
                                <w:pPr>
                                  <w:tabs>
                                    <w:tab w:val="right" w:pos="5580"/>
                                    <w:tab w:val="right" w:pos="9630"/>
                                  </w:tabs>
                                </w:pPr>
                                <w:r w:rsidRPr="0021511C">
                                  <w:t>Name: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tab/>
                                </w:r>
                                <w:r w:rsidR="00306088">
                                  <w:fldChar w:fldCharType="begin"/>
                                </w:r>
                                <w:r w:rsidR="00306088">
                                  <w:instrText xml:space="preserve"> FILENAME   \* MERGEFORMAT </w:instrText>
                                </w:r>
                                <w:r w:rsidR="00306088">
                                  <w:fldChar w:fldCharType="separate"/>
                                </w:r>
                                <w:r w:rsidR="000A2A5F">
                                  <w:rPr>
                                    <w:noProof/>
                                  </w:rPr>
                                  <w:t>HW51</w:t>
                                </w:r>
                                <w:r w:rsidR="00591002">
                                  <w:rPr>
                                    <w:noProof/>
                                  </w:rPr>
                                  <w:t>_TriangleMissingAngles</w:t>
                                </w:r>
                                <w:r w:rsidR="00306088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  <w:p w:rsidR="00C43A21" w:rsidRPr="00311F19" w:rsidRDefault="00C43A21" w:rsidP="00C43A21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rPr>
                                    <w:i/>
                                    <w:u w:val="single"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Mr. Tiénou-Gustafson, Mr. Bielmeier</w:t>
                                </w:r>
                              </w:p>
                              <w:p w:rsidR="00C43A21" w:rsidRPr="0021511C" w:rsidRDefault="00C43A21" w:rsidP="00C43A21">
                                <w:pPr>
                                  <w:pStyle w:val="Header"/>
                                  <w:tabs>
                                    <w:tab w:val="right" w:pos="2790"/>
                                  </w:tabs>
                                </w:pPr>
                                <w:r>
                                  <w:t>Geometry</w:t>
                                </w:r>
                                <w:r w:rsidRPr="0021511C">
                                  <w:t>, Period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:rsidR="00C43A21" w:rsidRPr="0021511C" w:rsidRDefault="00C43A21" w:rsidP="00C43A21">
                                <w:pPr>
                                  <w:tabs>
                                    <w:tab w:val="right" w:pos="2790"/>
                                  </w:tabs>
                                </w:pPr>
                                <w:r w:rsidRPr="0021511C">
                                  <w:t>Due Date: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proofErr w:type="spellStart"/>
                                <w:r w:rsidR="00FE62ED">
                                  <w:rPr>
                                    <w:u w:val="single"/>
                                  </w:rPr>
                                  <w:t>Thur</w:t>
                                </w:r>
                                <w:proofErr w:type="spellEnd"/>
                                <w:r w:rsidR="000A2A5F">
                                  <w:rPr>
                                    <w:u w:val="single"/>
                                  </w:rPr>
                                  <w:t xml:space="preserve">, Nov </w:t>
                                </w:r>
                                <w:r w:rsidR="00FE62ED">
                                  <w:rPr>
                                    <w:u w:val="single"/>
                                  </w:rPr>
                                  <w:t>6</w:t>
                                </w:r>
                                <w:r w:rsidR="00007768">
                                  <w:rPr>
                                    <w:u w:val="single"/>
                                  </w:rPr>
                                  <w:t>, 2014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C43A21" w:rsidRPr="001B09FE" w:rsidRDefault="00C43A21" w:rsidP="00C43A21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C43A21" w:rsidRPr="001B09FE" w:rsidRDefault="00C43A21" w:rsidP="00C43A21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" name="Picture 23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1.65pt;margin-top:-8.25pt;width:534.6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">
                <v:group id="Group 20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21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3Y8sMA&#10;AADaAAAADwAAAGRycy9kb3ducmV2LnhtbESPQWvCQBSE74L/YXlCL6KbVpA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3Y8sMAAADaAAAADwAAAAAAAAAAAAAAAACYAgAAZHJzL2Rv&#10;d25yZXYueG1sUEsFBgAAAAAEAAQA9QAAAIgDAAAAAA==&#10;" filled="f" stroked="f">
                    <v:textbox>
                      <w:txbxContent>
                        <w:p w:rsidR="00C43A21" w:rsidRPr="0021511C" w:rsidRDefault="00C43A21" w:rsidP="00C43A21">
                          <w:pPr>
                            <w:tabs>
                              <w:tab w:val="right" w:pos="5580"/>
                              <w:tab w:val="right" w:pos="9630"/>
                            </w:tabs>
                          </w:pPr>
                          <w:r w:rsidRPr="0021511C">
                            <w:t>Name: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  <w:r w:rsidRPr="0021511C">
                            <w:tab/>
                          </w:r>
                          <w:r w:rsidR="00306088">
                            <w:fldChar w:fldCharType="begin"/>
                          </w:r>
                          <w:r w:rsidR="00306088">
                            <w:instrText xml:space="preserve"> FILENAME   \* MERGEFORMAT </w:instrText>
                          </w:r>
                          <w:r w:rsidR="00306088">
                            <w:fldChar w:fldCharType="separate"/>
                          </w:r>
                          <w:r w:rsidR="000A2A5F">
                            <w:rPr>
                              <w:noProof/>
                            </w:rPr>
                            <w:t>HW51</w:t>
                          </w:r>
                          <w:r w:rsidR="00591002">
                            <w:rPr>
                              <w:noProof/>
                            </w:rPr>
                            <w:t>_TriangleMissingAngles</w:t>
                          </w:r>
                          <w:r w:rsidR="00306088"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C43A21" w:rsidRPr="00311F19" w:rsidRDefault="00C43A21" w:rsidP="00C43A21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rPr>
                              <w:i/>
                              <w:u w:val="single"/>
                            </w:rPr>
                          </w:pPr>
                          <w:r>
                            <w:rPr>
                              <w:i/>
                            </w:rPr>
                            <w:t>Mr. Tiénou-Gustafson, Mr. Bielmeier</w:t>
                          </w:r>
                        </w:p>
                        <w:p w:rsidR="00C43A21" w:rsidRPr="0021511C" w:rsidRDefault="00C43A21" w:rsidP="00C43A21">
                          <w:pPr>
                            <w:pStyle w:val="Header"/>
                            <w:tabs>
                              <w:tab w:val="right" w:pos="2790"/>
                            </w:tabs>
                          </w:pPr>
                          <w:r>
                            <w:t>Geometry</w:t>
                          </w:r>
                          <w:r w:rsidRPr="0021511C">
                            <w:t>, Period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  <w:p w:rsidR="00C43A21" w:rsidRPr="0021511C" w:rsidRDefault="00C43A21" w:rsidP="00C43A21">
                          <w:pPr>
                            <w:tabs>
                              <w:tab w:val="right" w:pos="2790"/>
                            </w:tabs>
                          </w:pPr>
                          <w:r w:rsidRPr="0021511C">
                            <w:t>Due Date: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proofErr w:type="spellStart"/>
                          <w:r w:rsidR="00FE62ED">
                            <w:rPr>
                              <w:u w:val="single"/>
                            </w:rPr>
                            <w:t>Thur</w:t>
                          </w:r>
                          <w:proofErr w:type="spellEnd"/>
                          <w:r w:rsidR="000A2A5F">
                            <w:rPr>
                              <w:u w:val="single"/>
                            </w:rPr>
                            <w:t xml:space="preserve">, Nov </w:t>
                          </w:r>
                          <w:r w:rsidR="00FE62ED">
                            <w:rPr>
                              <w:u w:val="single"/>
                            </w:rPr>
                            <w:t>6</w:t>
                          </w:r>
                          <w:r w:rsidR="00007768">
                            <w:rPr>
                              <w:u w:val="single"/>
                            </w:rPr>
                            <w:t>, 2014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22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rZ/sIA&#10;AADaAAAADwAAAGRycy9kb3ducmV2LnhtbESPQWvCQBSE7wX/w/KEXkrdKLbWNKuIUOo1sYjHR/Y1&#10;Cdl9G7Ibjf/eLQg9DjPzDZNtR2vEhXrfOFYwnyUgiEunG64U/By/Xj9A+ICs0TgmBTfysN1MnjJM&#10;tbtyTpciVCJC2KeooA6hS6X0ZU0W/cx1xNH7db3FEGVfSd3jNcKtkYskeZcWG44LNXa0r6lsi8Eq&#10;kKfhPOTLZWuK8JKvz2b9/dZppZ6n4+4TRKAx/Icf7YNWsIK/K/EG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itn+wgAAANoAAAAPAAAAAAAAAAAAAAAAAJgCAABkcnMvZG93&#10;bnJldi54bWxQSwUGAAAAAAQABAD1AAAAhwMAAAAA&#10;">
                    <v:shadow on="t"/>
                    <v:textbox inset=",0,,0">
                      <w:txbxContent>
                        <w:p w:rsidR="00C43A21" w:rsidRPr="001B09FE" w:rsidRDefault="00C43A21" w:rsidP="00C43A21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C43A21" w:rsidRPr="001B09FE" w:rsidRDefault="00C43A21" w:rsidP="00C43A21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20hvCAAAA2gAAAA8AAABkcnMvZG93bnJldi54bWxEj8FuwjAQRO+V+AdrkXorNhShJsUgVFTB&#10;sYR+wCrexmnjdRo7If17jFSJ42hm3mjW29E1YqAu1J41zGcKBHHpTc2Vhs/z+9MLiBCRDTaeScMf&#10;BdhuJg9rzI2/8ImGIlYiQTjkqMHG2OZShtKSwzDzLXHyvnznMCbZVdJ0eElw18iFUivpsOa0YLGl&#10;N0vlT9E7DUNvMkW2f/5e7t3H4bBaFr/qqPXjdNy9gog0xnv4v300GjK4XUk3QG6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4ttIbwgAAANoAAAAPAAAAAAAAAAAAAAAAAJ8C&#10;AABkcnMvZG93bnJldi54bWxQSwUGAAAAAAQABAD3AAAAjgMAAAAA&#10;">
                  <v:imagedata r:id="rId9" o:title="El Mate Vive"/>
                </v:shape>
              </v:group>
            </w:pict>
          </mc:Fallback>
        </mc:AlternateContent>
      </w:r>
    </w:p>
    <w:p w:rsidR="00C43A21" w:rsidRDefault="00C43A21" w:rsidP="009C5306">
      <w:pPr>
        <w:rPr>
          <w:rFonts w:ascii="Cambria" w:hAnsi="Cambria"/>
        </w:rPr>
      </w:pPr>
    </w:p>
    <w:p w:rsidR="00C43A21" w:rsidRDefault="00C43A21" w:rsidP="009C5306">
      <w:pPr>
        <w:rPr>
          <w:rFonts w:ascii="Cambria" w:hAnsi="Cambria"/>
        </w:rPr>
      </w:pPr>
    </w:p>
    <w:p w:rsidR="00C43A21" w:rsidRDefault="00C43A21" w:rsidP="009C5306">
      <w:pPr>
        <w:rPr>
          <w:rFonts w:ascii="Cambria" w:hAnsi="Cambria"/>
        </w:rPr>
      </w:pPr>
    </w:p>
    <w:p w:rsidR="00D67C30" w:rsidRDefault="009C5306" w:rsidP="009C5306">
      <w:pPr>
        <w:outlineLvl w:val="0"/>
        <w:rPr>
          <w:rFonts w:ascii="Calibri" w:hAnsi="Calibri" w:cs="Cambria"/>
          <w:b/>
          <w:i/>
          <w:sz w:val="22"/>
          <w:u w:val="single"/>
        </w:rPr>
      </w:pPr>
      <w:r w:rsidRPr="0040113D">
        <w:rPr>
          <w:rFonts w:ascii="Calibri" w:hAnsi="Calibri" w:cs="Cambria"/>
          <w:b/>
          <w:sz w:val="22"/>
        </w:rPr>
        <w:t xml:space="preserve">Failure to show work on all problems or use </w:t>
      </w:r>
      <w:r w:rsidRPr="001C2A6E">
        <w:rPr>
          <w:rFonts w:ascii="Calibri" w:hAnsi="Calibri" w:cs="Cambria"/>
          <w:b/>
          <w:sz w:val="22"/>
        </w:rPr>
        <w:t>complete</w:t>
      </w:r>
      <w:r w:rsidRPr="0040113D">
        <w:rPr>
          <w:rFonts w:ascii="Calibri" w:hAnsi="Calibri" w:cs="Cambria"/>
          <w:b/>
          <w:sz w:val="22"/>
        </w:rPr>
        <w:t xml:space="preserve"> sentences will result in a LaSalle. </w:t>
      </w:r>
      <w:r w:rsidR="003744C6">
        <w:rPr>
          <w:rFonts w:ascii="Calibri" w:hAnsi="Calibri" w:cs="Cambria"/>
          <w:b/>
          <w:sz w:val="22"/>
        </w:rPr>
        <w:t xml:space="preserve">  </w:t>
      </w:r>
      <w:r w:rsidR="003744C6" w:rsidRPr="003744C6">
        <w:rPr>
          <w:rFonts w:ascii="Calibri" w:hAnsi="Calibri" w:cs="Cambria"/>
          <w:b/>
          <w:i/>
          <w:sz w:val="22"/>
          <w:u w:val="single"/>
        </w:rPr>
        <w:t>Round to hundredths!</w:t>
      </w:r>
    </w:p>
    <w:tbl>
      <w:tblPr>
        <w:tblW w:w="11072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4"/>
        <w:gridCol w:w="5508"/>
      </w:tblGrid>
      <w:tr w:rsidR="00E137A1" w:rsidTr="00031CE9"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A1" w:rsidRPr="00B3256E" w:rsidRDefault="00C845FD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  <w:r w:rsidR="00E137A1" w:rsidRPr="00B3256E">
              <w:rPr>
                <w:rFonts w:ascii="Calibri" w:hAnsi="Calibri" w:cs="Arial"/>
              </w:rPr>
              <w:t>) What is the value of z in the picture below?</w:t>
            </w:r>
          </w:p>
          <w:p w:rsidR="00E137A1" w:rsidRDefault="00B841DD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</w:rPr>
              <w:object w:dxaOrig="3225" w:dyaOrig="3240">
                <v:shape id="_x0000_i1025" type="#_x0000_t75" style="width:114pt;height:115.5pt" o:ole="">
                  <v:imagedata r:id="rId10" o:title=""/>
                </v:shape>
                <o:OLEObject Type="Embed" ProgID="PBrush" ShapeID="_x0000_i1025" DrawAspect="Content" ObjectID="_1476617635" r:id="rId11"/>
              </w:object>
            </w:r>
          </w:p>
          <w:p w:rsidR="00E137A1" w:rsidRDefault="00E137A1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E137A1" w:rsidRPr="00B3256E" w:rsidRDefault="00E137A1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D" w:rsidRPr="00B3256E" w:rsidRDefault="00C845F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  <w:r w:rsidR="00B841DD" w:rsidRPr="00B3256E">
              <w:rPr>
                <w:rFonts w:ascii="Calibri" w:hAnsi="Calibri" w:cs="Arial"/>
              </w:rPr>
              <w:t>) Solve for x:</w:t>
            </w:r>
          </w:p>
          <w:p w:rsidR="00B841DD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  <w:noProof/>
              </w:rPr>
              <w:drawing>
                <wp:inline distT="0" distB="0" distL="0" distR="0">
                  <wp:extent cx="1620873" cy="1118631"/>
                  <wp:effectExtent l="19050" t="0" r="0" b="0"/>
                  <wp:docPr id="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286" b="227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392" cy="1117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37A1" w:rsidRPr="00B3256E" w:rsidRDefault="00E137A1" w:rsidP="00CF6299">
            <w:pPr>
              <w:rPr>
                <w:rFonts w:ascii="Calibri" w:hAnsi="Calibri" w:cs="Arial"/>
              </w:rPr>
            </w:pPr>
          </w:p>
        </w:tc>
      </w:tr>
      <w:tr w:rsidR="00E137A1" w:rsidRPr="00DB0204" w:rsidTr="00031CE9"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D" w:rsidRDefault="00031CE9" w:rsidP="00B841D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  <w:r w:rsidR="00B841DD" w:rsidRPr="00B3256E">
              <w:rPr>
                <w:rFonts w:ascii="Calibri" w:hAnsi="Calibri" w:cs="Arial"/>
              </w:rPr>
              <w:t xml:space="preserve">) </w:t>
            </w:r>
            <w:r w:rsidRPr="00DB0204">
              <w:rPr>
                <w:rFonts w:ascii="Calibri" w:hAnsi="Calibri" w:cs="Calibri"/>
                <w:sz w:val="22"/>
                <w:szCs w:val="22"/>
              </w:rPr>
              <w:t>Find the angle measure A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B841DD" w:rsidRPr="00B3256E" w:rsidRDefault="00B841DD" w:rsidP="00B841DD">
            <w:pPr>
              <w:rPr>
                <w:rFonts w:ascii="Calibri" w:hAnsi="Calibri" w:cs="Arial"/>
              </w:rPr>
            </w:pPr>
          </w:p>
          <w:p w:rsidR="00B841DD" w:rsidRDefault="00031CE9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15A53715" wp14:editId="7E3EEB1B">
                  <wp:extent cx="1282700" cy="1247140"/>
                  <wp:effectExtent l="19050" t="0" r="0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r="61559" b="191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247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1DD" w:rsidRDefault="00B841DD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E137A1" w:rsidRPr="00B3256E" w:rsidRDefault="00E137A1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A1" w:rsidRPr="00B3256E" w:rsidRDefault="00031CE9" w:rsidP="00CF629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</w:t>
            </w:r>
            <w:r w:rsidR="00E137A1" w:rsidRPr="00B3256E">
              <w:rPr>
                <w:rFonts w:ascii="Calibri" w:hAnsi="Calibri" w:cs="Arial"/>
              </w:rPr>
              <w:t>) Solve for x:</w:t>
            </w:r>
          </w:p>
          <w:p w:rsidR="00E137A1" w:rsidRPr="00B3256E" w:rsidRDefault="00E137A1" w:rsidP="00CF6299">
            <w:pPr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255905</wp:posOffset>
                  </wp:positionV>
                  <wp:extent cx="2528561" cy="1353787"/>
                  <wp:effectExtent l="0" t="0" r="5715" b="0"/>
                  <wp:wrapSquare wrapText="bothSides"/>
                  <wp:docPr id="4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961" b="18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8561" cy="1353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841DD" w:rsidRPr="00056B16" w:rsidTr="00B841DD">
        <w:tblPrEx>
          <w:tblLook w:val="04A0" w:firstRow="1" w:lastRow="0" w:firstColumn="1" w:lastColumn="0" w:noHBand="0" w:noVBand="1"/>
        </w:tblPrEx>
        <w:tc>
          <w:tcPr>
            <w:tcW w:w="5564" w:type="dxa"/>
            <w:shd w:val="clear" w:color="auto" w:fill="auto"/>
          </w:tcPr>
          <w:p w:rsidR="00B841DD" w:rsidRDefault="00031CE9" w:rsidP="00031CE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5) Solve for x:</w:t>
            </w:r>
          </w:p>
          <w:p w:rsidR="00B841DD" w:rsidRDefault="00031CE9" w:rsidP="00CF62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3600" behindDoc="0" locked="0" layoutInCell="1" allowOverlap="1" wp14:anchorId="5F4640EB" wp14:editId="25355269">
                  <wp:simplePos x="0" y="0"/>
                  <wp:positionH relativeFrom="column">
                    <wp:posOffset>411480</wp:posOffset>
                  </wp:positionH>
                  <wp:positionV relativeFrom="paragraph">
                    <wp:posOffset>81915</wp:posOffset>
                  </wp:positionV>
                  <wp:extent cx="1840865" cy="1199515"/>
                  <wp:effectExtent l="0" t="0" r="6985" b="635"/>
                  <wp:wrapSquare wrapText="bothSides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6623" b="183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65" cy="1199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841DD" w:rsidRDefault="00B841DD" w:rsidP="00CF6299">
            <w:pPr>
              <w:rPr>
                <w:rFonts w:ascii="Calibri" w:hAnsi="Calibri" w:cs="Calibri"/>
              </w:rPr>
            </w:pPr>
          </w:p>
          <w:p w:rsidR="00B841DD" w:rsidRDefault="00B841DD" w:rsidP="00CF6299">
            <w:pPr>
              <w:rPr>
                <w:rFonts w:ascii="Calibri" w:hAnsi="Calibri" w:cs="Calibri"/>
              </w:rPr>
            </w:pPr>
          </w:p>
          <w:p w:rsidR="00031CE9" w:rsidRDefault="00031CE9" w:rsidP="00CF6299">
            <w:pPr>
              <w:rPr>
                <w:rFonts w:ascii="Calibri" w:hAnsi="Calibri" w:cs="Calibri"/>
              </w:rPr>
            </w:pPr>
          </w:p>
          <w:p w:rsidR="00031CE9" w:rsidRDefault="00031CE9" w:rsidP="00CF6299">
            <w:pPr>
              <w:rPr>
                <w:rFonts w:ascii="Calibri" w:hAnsi="Calibri" w:cs="Calibri"/>
              </w:rPr>
            </w:pPr>
          </w:p>
          <w:p w:rsidR="00031CE9" w:rsidRDefault="00031CE9" w:rsidP="00CF6299">
            <w:pPr>
              <w:rPr>
                <w:rFonts w:ascii="Calibri" w:hAnsi="Calibri" w:cs="Calibri"/>
              </w:rPr>
            </w:pPr>
          </w:p>
          <w:p w:rsidR="00B841DD" w:rsidRPr="00056B16" w:rsidRDefault="00B841DD" w:rsidP="00CF6299">
            <w:pPr>
              <w:rPr>
                <w:rFonts w:ascii="Calibri" w:hAnsi="Calibri" w:cs="Calibri"/>
              </w:rPr>
            </w:pPr>
          </w:p>
          <w:p w:rsidR="00B841DD" w:rsidRPr="00056B16" w:rsidRDefault="00B841DD" w:rsidP="00CF6299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B841DD" w:rsidRDefault="00031CE9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</w:t>
            </w:r>
            <w:r w:rsidR="00B841DD" w:rsidRPr="00F071FB">
              <w:rPr>
                <w:rFonts w:ascii="Calibri" w:hAnsi="Calibri" w:cs="Arial"/>
              </w:rPr>
              <w:t xml:space="preserve">) </w:t>
            </w:r>
            <w:r w:rsidRPr="00B841DD">
              <w:rPr>
                <w:rFonts w:ascii="Cambria" w:hAnsi="Cambria"/>
              </w:rPr>
              <w:t>The area of a triangle is 120 ft.2. The base of the triangle is 10 ft. long. What is the height of the triangle?</w:t>
            </w:r>
          </w:p>
          <w:p w:rsidR="00B841DD" w:rsidRPr="00056B16" w:rsidRDefault="00B841DD" w:rsidP="00B841DD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B841DD" w:rsidRPr="00DB0204" w:rsidTr="00031CE9"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D" w:rsidRPr="00BA0876" w:rsidRDefault="00031CE9" w:rsidP="00B841DD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B841DD" w:rsidRPr="00BA0876">
              <w:rPr>
                <w:rFonts w:ascii="Calibri" w:hAnsi="Calibri" w:cs="Calibri"/>
              </w:rPr>
              <w:t xml:space="preserve">) </w:t>
            </w:r>
            <w:r w:rsidRPr="00B841DD">
              <w:rPr>
                <w:rFonts w:ascii="Calibri" w:hAnsi="Calibri" w:cs="Arial"/>
              </w:rPr>
              <w:t>Find the measure of the indicated angle.</w:t>
            </w:r>
          </w:p>
          <w:p w:rsidR="00B841DD" w:rsidRDefault="00031CE9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B841DD">
              <w:rPr>
                <w:rFonts w:ascii="Calibri" w:hAnsi="Calibri" w:cs="Arial"/>
                <w:noProof/>
              </w:rPr>
              <w:drawing>
                <wp:inline distT="0" distB="0" distL="0" distR="0" wp14:anchorId="3F0FDA2D" wp14:editId="5E31BA73">
                  <wp:extent cx="2410460" cy="1128395"/>
                  <wp:effectExtent l="19050" t="0" r="889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r="11336" b="17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0460" cy="1128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D" w:rsidRDefault="00031CE9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8</w:t>
            </w:r>
            <w:r w:rsidR="00B841DD" w:rsidRPr="00F071FB">
              <w:rPr>
                <w:rFonts w:ascii="Calibri" w:hAnsi="Calibri" w:cs="Arial"/>
              </w:rPr>
              <w:t>) Find the area of the figure below</w:t>
            </w:r>
            <w:r w:rsidR="00B841DD">
              <w:rPr>
                <w:rFonts w:ascii="Calibri" w:hAnsi="Calibri" w:cs="Arial"/>
              </w:rPr>
              <w:t xml:space="preserve"> </w:t>
            </w:r>
          </w:p>
          <w:p w:rsidR="00B841DD" w:rsidRPr="00F071FB" w:rsidRDefault="00B841DD" w:rsidP="00B841DD">
            <w:pPr>
              <w:tabs>
                <w:tab w:val="left" w:pos="1428"/>
              </w:tabs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ab/>
            </w:r>
          </w:p>
          <w:p w:rsidR="00B841DD" w:rsidRPr="00056B16" w:rsidRDefault="00B841DD" w:rsidP="00B841DD">
            <w:pPr>
              <w:ind w:left="720"/>
              <w:rPr>
                <w:rFonts w:ascii="Cambria" w:hAnsi="Cambria"/>
              </w:rPr>
            </w:pPr>
            <w:r>
              <w:rPr>
                <w:rFonts w:ascii="Calibri" w:hAnsi="Calibri" w:cs="Arial"/>
                <w:noProof/>
              </w:rPr>
              <w:drawing>
                <wp:inline distT="0" distB="0" distL="0" distR="0">
                  <wp:extent cx="1520190" cy="1520190"/>
                  <wp:effectExtent l="0" t="0" r="0" b="0"/>
                  <wp:docPr id="6" name="Pictur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52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1DD" w:rsidRPr="00056B16" w:rsidRDefault="00B841DD" w:rsidP="00B841DD">
            <w:pPr>
              <w:rPr>
                <w:rFonts w:ascii="Calibri" w:hAnsi="Calibri" w:cs="Calibri"/>
              </w:rPr>
            </w:pPr>
          </w:p>
        </w:tc>
      </w:tr>
      <w:tr w:rsidR="00B841DD" w:rsidRPr="00DB0204" w:rsidTr="00031CE9"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1DD" w:rsidRPr="00B841DD" w:rsidRDefault="00625AAB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lastRenderedPageBreak/>
              <w:t>9</w:t>
            </w:r>
            <w:r w:rsidR="00B841DD" w:rsidRPr="00B841DD">
              <w:rPr>
                <w:rFonts w:ascii="Calibri" w:hAnsi="Calibri" w:cs="Arial"/>
              </w:rPr>
              <w:t xml:space="preserve">) </w:t>
            </w:r>
            <w:r w:rsidRPr="00DB0204">
              <w:rPr>
                <w:rFonts w:ascii="Calibri" w:hAnsi="Calibri" w:cs="Calibri"/>
                <w:noProof/>
                <w:sz w:val="22"/>
                <w:szCs w:val="22"/>
              </w:rPr>
              <w:t>Find the measure of the indicated angle.</w:t>
            </w:r>
          </w:p>
          <w:p w:rsidR="00B841DD" w:rsidRPr="00B841DD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841DD" w:rsidRDefault="00625AAB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E12C816" wp14:editId="7192C968">
                  <wp:extent cx="1591310" cy="1080770"/>
                  <wp:effectExtent l="19050" t="0" r="8890" b="0"/>
                  <wp:docPr id="15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r="35844" b="172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1080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1DD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841DD" w:rsidRPr="00B841DD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1DD" w:rsidRPr="00B841DD" w:rsidRDefault="00B841DD" w:rsidP="00625AAB">
            <w:pPr>
              <w:rPr>
                <w:rFonts w:ascii="Cambria" w:hAnsi="Cambria"/>
              </w:rPr>
            </w:pPr>
            <w:r w:rsidRPr="00B841DD">
              <w:rPr>
                <w:rFonts w:ascii="Cambria" w:hAnsi="Cambria"/>
              </w:rPr>
              <w:t>1</w:t>
            </w:r>
            <w:r w:rsidR="00625AAB">
              <w:rPr>
                <w:rFonts w:ascii="Cambria" w:hAnsi="Cambria"/>
              </w:rPr>
              <w:t>0</w:t>
            </w:r>
            <w:r w:rsidRPr="00B841DD">
              <w:rPr>
                <w:rFonts w:ascii="Cambria" w:hAnsi="Cambria"/>
              </w:rPr>
              <w:t xml:space="preserve">) </w:t>
            </w:r>
            <w:r w:rsidR="00031CE9" w:rsidRPr="00F071FB">
              <w:rPr>
                <w:rFonts w:ascii="Calibri" w:hAnsi="Calibri" w:cs="Arial"/>
              </w:rPr>
              <w:t xml:space="preserve">The area of a triangle is 578 </w:t>
            </w:r>
            <w:r w:rsidR="00031CE9">
              <w:rPr>
                <w:rFonts w:ascii="Calibri" w:hAnsi="Calibri" w:cs="Arial"/>
              </w:rPr>
              <w:t>cm</w:t>
            </w:r>
            <w:r w:rsidR="00031CE9" w:rsidRPr="00E85EB7">
              <w:rPr>
                <w:rFonts w:ascii="Calibri" w:hAnsi="Calibri" w:cs="Arial"/>
                <w:vertAlign w:val="superscript"/>
              </w:rPr>
              <w:t>2</w:t>
            </w:r>
            <w:r w:rsidR="00031CE9" w:rsidRPr="00F071FB">
              <w:rPr>
                <w:rFonts w:ascii="Calibri" w:hAnsi="Calibri" w:cs="Arial"/>
              </w:rPr>
              <w:t>. Its base is four time the length of its height. Find the height and base of the triangle.</w:t>
            </w:r>
          </w:p>
        </w:tc>
      </w:tr>
      <w:tr w:rsidR="00625AAB" w:rsidRPr="00DB0204" w:rsidTr="00625AAB">
        <w:tblPrEx>
          <w:tblLook w:val="04A0" w:firstRow="1" w:lastRow="0" w:firstColumn="1" w:lastColumn="0" w:noHBand="0" w:noVBand="1"/>
        </w:tblPrEx>
        <w:tc>
          <w:tcPr>
            <w:tcW w:w="5564" w:type="dxa"/>
            <w:shd w:val="clear" w:color="auto" w:fill="auto"/>
          </w:tcPr>
          <w:p w:rsidR="00625AAB" w:rsidRPr="00DB0204" w:rsidRDefault="00625AAB" w:rsidP="00CF6299">
            <w:pPr>
              <w:tabs>
                <w:tab w:val="left" w:pos="0"/>
              </w:tabs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>11</w:t>
            </w:r>
            <w:r w:rsidRPr="00DB0204">
              <w:rPr>
                <w:rFonts w:ascii="Calibri" w:hAnsi="Calibri" w:cs="Cambria"/>
                <w:sz w:val="22"/>
                <w:szCs w:val="22"/>
              </w:rPr>
              <w:t xml:space="preserve">) </w:t>
            </w:r>
            <w:r w:rsidRPr="00DB0204">
              <w:rPr>
                <w:rFonts w:ascii="Calibri" w:hAnsi="Calibri" w:cs="Arial"/>
                <w:sz w:val="22"/>
                <w:szCs w:val="22"/>
              </w:rPr>
              <w:t>Angle A of a triangle measures (3x) degrees, angle B measures (10x + 4) degrees, and angle C measures (x) degrees.  What is the measure of angle A?</w:t>
            </w:r>
          </w:p>
          <w:p w:rsidR="00625AAB" w:rsidRPr="00DB0204" w:rsidRDefault="00625AAB" w:rsidP="00CF6299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625AAB" w:rsidRDefault="00625AAB" w:rsidP="00B841DD">
            <w:pPr>
              <w:tabs>
                <w:tab w:val="left" w:pos="0"/>
              </w:tabs>
              <w:rPr>
                <w:rFonts w:ascii="Calibri" w:hAnsi="Calibri" w:cs="Cambria"/>
                <w:sz w:val="22"/>
                <w:szCs w:val="22"/>
              </w:rPr>
            </w:pPr>
          </w:p>
          <w:p w:rsidR="00625AAB" w:rsidRDefault="00625AAB" w:rsidP="00B841DD">
            <w:pPr>
              <w:tabs>
                <w:tab w:val="left" w:pos="0"/>
              </w:tabs>
              <w:rPr>
                <w:rFonts w:ascii="Calibri" w:hAnsi="Calibri" w:cs="Cambria"/>
                <w:sz w:val="22"/>
                <w:szCs w:val="22"/>
              </w:rPr>
            </w:pPr>
          </w:p>
          <w:p w:rsidR="00625AAB" w:rsidRDefault="00625AAB" w:rsidP="00B841DD">
            <w:pPr>
              <w:tabs>
                <w:tab w:val="left" w:pos="0"/>
              </w:tabs>
              <w:rPr>
                <w:rFonts w:ascii="Calibri" w:hAnsi="Calibri" w:cs="Cambria"/>
                <w:sz w:val="22"/>
                <w:szCs w:val="22"/>
              </w:rPr>
            </w:pPr>
          </w:p>
          <w:p w:rsidR="00625AAB" w:rsidRPr="00DB0204" w:rsidRDefault="00625AAB" w:rsidP="00B841DD">
            <w:pPr>
              <w:tabs>
                <w:tab w:val="left" w:pos="0"/>
              </w:tabs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5508" w:type="dxa"/>
            <w:shd w:val="clear" w:color="auto" w:fill="auto"/>
          </w:tcPr>
          <w:p w:rsidR="00625AAB" w:rsidRPr="00DB0204" w:rsidRDefault="00625AAB" w:rsidP="00CF6299">
            <w:pPr>
              <w:ind w:right="1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>12</w:t>
            </w:r>
            <w:r w:rsidRPr="00DB0204">
              <w:rPr>
                <w:rFonts w:ascii="Calibri" w:hAnsi="Calibri" w:cs="Cambria"/>
                <w:sz w:val="22"/>
                <w:szCs w:val="22"/>
              </w:rPr>
              <w:t>)</w:t>
            </w:r>
            <w:r w:rsidRPr="00DB02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B0204">
              <w:rPr>
                <w:rFonts w:ascii="Calibri" w:hAnsi="Calibri" w:cs="Arial"/>
                <w:sz w:val="22"/>
                <w:szCs w:val="22"/>
              </w:rPr>
              <w:t>In triangle ABC below, the measure of angle B is 70 degrees, and the measure of angle A is half the measure of Angle B.  What is the measure of angle C?</w:t>
            </w:r>
          </w:p>
          <w:p w:rsidR="00625AAB" w:rsidRPr="00DB0204" w:rsidRDefault="00625AAB" w:rsidP="00CF6299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625AAB" w:rsidRPr="00DB0204" w:rsidRDefault="00625AAB" w:rsidP="00CF6299">
            <w:pPr>
              <w:rPr>
                <w:rFonts w:ascii="Calibri" w:hAnsi="Calibri" w:cs="Cambria"/>
                <w:sz w:val="22"/>
                <w:szCs w:val="22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</w:rPr>
              <w:drawing>
                <wp:inline distT="0" distB="0" distL="0" distR="0" wp14:anchorId="3F691166" wp14:editId="3CCD5C69">
                  <wp:extent cx="2256155" cy="1626870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6155" cy="1626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5AAB" w:rsidRPr="00DB0204" w:rsidTr="005807EE">
        <w:tblPrEx>
          <w:tblLook w:val="00BF" w:firstRow="1" w:lastRow="0" w:firstColumn="1" w:lastColumn="0" w:noHBand="0" w:noVBand="0"/>
        </w:tblPrEx>
        <w:tc>
          <w:tcPr>
            <w:tcW w:w="11072" w:type="dxa"/>
            <w:gridSpan w:val="2"/>
          </w:tcPr>
          <w:p w:rsidR="00CD4DFC" w:rsidRDefault="002965B4" w:rsidP="007D2650">
            <w:pPr>
              <w:spacing w:line="276" w:lineRule="auto"/>
              <w:outlineLvl w:val="0"/>
              <w:rPr>
                <w:rFonts w:ascii="Calibri" w:hAnsi="Calibri" w:cs="Arial"/>
                <w:sz w:val="32"/>
                <w:szCs w:val="32"/>
              </w:rPr>
            </w:pPr>
            <w:r>
              <w:rPr>
                <w:rFonts w:ascii="Calibri" w:hAnsi="Calibri" w:cs="Arial"/>
                <w:sz w:val="32"/>
                <w:szCs w:val="32"/>
              </w:rPr>
              <w:t>Project: Hand write a rough draft of the following questions</w:t>
            </w:r>
          </w:p>
          <w:p w:rsidR="007D2650" w:rsidRPr="002965B4" w:rsidRDefault="002965B4" w:rsidP="007D2650">
            <w:pPr>
              <w:pStyle w:val="ListParagraph"/>
              <w:numPr>
                <w:ilvl w:val="0"/>
                <w:numId w:val="27"/>
              </w:numPr>
              <w:spacing w:line="276" w:lineRule="auto"/>
              <w:outlineLvl w:val="0"/>
              <w:rPr>
                <w:rFonts w:ascii="Calibri" w:hAnsi="Calibri" w:cs="Arial"/>
                <w:szCs w:val="32"/>
              </w:rPr>
            </w:pPr>
            <w:r w:rsidRPr="002965B4">
              <w:rPr>
                <w:rFonts w:ascii="Calibri" w:hAnsi="Calibri" w:cs="Arial"/>
                <w:b/>
                <w:szCs w:val="32"/>
              </w:rPr>
              <w:t>Circles:</w:t>
            </w:r>
            <w:r w:rsidRPr="002965B4">
              <w:rPr>
                <w:rFonts w:ascii="Calibri" w:hAnsi="Calibri" w:cs="Arial"/>
                <w:szCs w:val="32"/>
              </w:rPr>
              <w:t xml:space="preserve"> What appears to be the relationship of the diameter of any circle, regardless of size, to its perimeter? What formula can be derived from your observations?</w:t>
            </w:r>
            <w:r w:rsidRPr="002965B4">
              <w:rPr>
                <w:rFonts w:ascii="Calibri" w:hAnsi="Calibri" w:cs="Arial"/>
                <w:szCs w:val="32"/>
              </w:rPr>
              <w:br/>
            </w:r>
            <w:r>
              <w:rPr>
                <w:rFonts w:ascii="Calibri" w:hAnsi="Calibri" w:cs="Arial"/>
                <w:szCs w:val="32"/>
              </w:rPr>
              <w:br/>
            </w:r>
            <w:r>
              <w:rPr>
                <w:rFonts w:ascii="Calibri" w:hAnsi="Calibri" w:cs="Arial"/>
                <w:szCs w:val="32"/>
              </w:rPr>
              <w:br/>
            </w:r>
            <w:r w:rsidRPr="002965B4">
              <w:rPr>
                <w:rFonts w:ascii="Calibri" w:hAnsi="Calibri" w:cs="Arial"/>
                <w:szCs w:val="32"/>
              </w:rPr>
              <w:br/>
            </w:r>
          </w:p>
          <w:p w:rsidR="002965B4" w:rsidRPr="002965B4" w:rsidRDefault="002965B4" w:rsidP="007D2650">
            <w:pPr>
              <w:pStyle w:val="ListParagraph"/>
              <w:numPr>
                <w:ilvl w:val="0"/>
                <w:numId w:val="27"/>
              </w:numPr>
              <w:spacing w:line="276" w:lineRule="auto"/>
              <w:outlineLvl w:val="0"/>
              <w:rPr>
                <w:rFonts w:ascii="Calibri" w:hAnsi="Calibri" w:cs="Arial"/>
                <w:b/>
                <w:szCs w:val="32"/>
              </w:rPr>
            </w:pPr>
            <w:r w:rsidRPr="002965B4">
              <w:rPr>
                <w:rFonts w:ascii="Calibri" w:hAnsi="Calibri" w:cs="Arial"/>
                <w:b/>
                <w:szCs w:val="32"/>
              </w:rPr>
              <w:t xml:space="preserve">Rectangles: </w:t>
            </w:r>
            <w:r w:rsidRPr="002965B4">
              <w:rPr>
                <w:rFonts w:ascii="Calibri" w:hAnsi="Calibri" w:cs="Arial"/>
                <w:szCs w:val="32"/>
              </w:rPr>
              <w:t>Is there a relationship between perimeter and area of a rectangle? If so, what is it? If not, what characteristic(s) product(s) the greatest area for a rectangle of any given perimeter?</w:t>
            </w:r>
            <w:r w:rsidRPr="002965B4">
              <w:rPr>
                <w:rFonts w:ascii="Calibri" w:hAnsi="Calibri" w:cs="Arial"/>
                <w:szCs w:val="32"/>
              </w:rPr>
              <w:br/>
            </w:r>
            <w:r w:rsidRPr="002965B4">
              <w:rPr>
                <w:rFonts w:ascii="Calibri" w:hAnsi="Calibri" w:cs="Arial"/>
                <w:szCs w:val="32"/>
              </w:rPr>
              <w:br/>
            </w:r>
            <w:r>
              <w:rPr>
                <w:rFonts w:ascii="Calibri" w:hAnsi="Calibri" w:cs="Arial"/>
                <w:b/>
                <w:szCs w:val="32"/>
              </w:rPr>
              <w:br/>
            </w:r>
            <w:r>
              <w:rPr>
                <w:rFonts w:ascii="Calibri" w:hAnsi="Calibri" w:cs="Arial"/>
                <w:b/>
                <w:szCs w:val="32"/>
              </w:rPr>
              <w:br/>
            </w:r>
            <w:r>
              <w:rPr>
                <w:rFonts w:ascii="Calibri" w:hAnsi="Calibri" w:cs="Arial"/>
                <w:b/>
                <w:szCs w:val="32"/>
              </w:rPr>
              <w:br/>
            </w:r>
          </w:p>
          <w:p w:rsidR="002965B4" w:rsidRPr="002965B4" w:rsidRDefault="002965B4" w:rsidP="007D2650">
            <w:pPr>
              <w:pStyle w:val="ListParagraph"/>
              <w:numPr>
                <w:ilvl w:val="0"/>
                <w:numId w:val="27"/>
              </w:numPr>
              <w:spacing w:line="276" w:lineRule="auto"/>
              <w:outlineLvl w:val="0"/>
              <w:rPr>
                <w:rFonts w:ascii="Calibri" w:hAnsi="Calibri" w:cs="Arial"/>
                <w:b/>
                <w:szCs w:val="32"/>
              </w:rPr>
            </w:pPr>
            <w:r w:rsidRPr="002965B4">
              <w:rPr>
                <w:rFonts w:ascii="Calibri" w:hAnsi="Calibri" w:cs="Arial"/>
                <w:b/>
                <w:szCs w:val="32"/>
              </w:rPr>
              <w:t xml:space="preserve">Triangle: </w:t>
            </w:r>
            <w:r w:rsidRPr="002965B4">
              <w:rPr>
                <w:rFonts w:ascii="Calibri" w:hAnsi="Calibri" w:cs="Arial"/>
                <w:szCs w:val="32"/>
              </w:rPr>
              <w:t xml:space="preserve">Is there a relationship between perimeter and area of a triangle? If so what is it? </w:t>
            </w:r>
            <w:r w:rsidRPr="002965B4">
              <w:rPr>
                <w:rFonts w:ascii="Calibri" w:hAnsi="Calibri" w:cs="Arial"/>
                <w:szCs w:val="32"/>
              </w:rPr>
              <w:t xml:space="preserve">If not, what characteristic(s) product(s) the greatest area for a </w:t>
            </w:r>
            <w:r w:rsidRPr="002965B4">
              <w:rPr>
                <w:rFonts w:ascii="Calibri" w:hAnsi="Calibri" w:cs="Arial"/>
                <w:szCs w:val="32"/>
              </w:rPr>
              <w:t>triangle</w:t>
            </w:r>
            <w:r w:rsidRPr="002965B4">
              <w:rPr>
                <w:rFonts w:ascii="Calibri" w:hAnsi="Calibri" w:cs="Arial"/>
                <w:szCs w:val="32"/>
              </w:rPr>
              <w:t xml:space="preserve"> of any given perimeter?</w:t>
            </w:r>
          </w:p>
          <w:p w:rsidR="00C027D9" w:rsidRDefault="00C027D9" w:rsidP="00625AAB">
            <w:pPr>
              <w:spacing w:line="276" w:lineRule="auto"/>
              <w:outlineLvl w:val="0"/>
              <w:rPr>
                <w:rFonts w:ascii="Calibri" w:hAnsi="Calibri" w:cs="Arial"/>
                <w:sz w:val="22"/>
                <w:szCs w:val="22"/>
              </w:rPr>
            </w:pPr>
          </w:p>
          <w:p w:rsidR="00625AAB" w:rsidRPr="00DB0204" w:rsidRDefault="002965B4" w:rsidP="002965B4">
            <w:pPr>
              <w:spacing w:line="276" w:lineRule="auto"/>
              <w:outlineLvl w:val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br/>
            </w:r>
            <w:r>
              <w:rPr>
                <w:rFonts w:ascii="Calibri" w:hAnsi="Calibri" w:cs="Arial"/>
                <w:sz w:val="22"/>
                <w:szCs w:val="22"/>
              </w:rPr>
              <w:br/>
            </w:r>
            <w:r>
              <w:rPr>
                <w:rFonts w:ascii="Calibri" w:hAnsi="Calibri" w:cs="Arial"/>
                <w:sz w:val="22"/>
                <w:szCs w:val="22"/>
              </w:rPr>
              <w:br/>
            </w:r>
            <w:bookmarkStart w:id="0" w:name="_GoBack"/>
            <w:bookmarkEnd w:id="0"/>
          </w:p>
        </w:tc>
      </w:tr>
    </w:tbl>
    <w:p w:rsidR="00E137A1" w:rsidRPr="00B841DD" w:rsidRDefault="00E137A1" w:rsidP="009C5306">
      <w:pPr>
        <w:outlineLvl w:val="0"/>
        <w:rPr>
          <w:rFonts w:ascii="Calibri" w:hAnsi="Calibri" w:cs="Cambria"/>
          <w:sz w:val="8"/>
        </w:rPr>
      </w:pPr>
    </w:p>
    <w:sectPr w:rsidR="00E137A1" w:rsidRPr="00B841DD" w:rsidSect="009C5306">
      <w:footerReference w:type="default" r:id="rId20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088" w:rsidRDefault="00306088">
      <w:r>
        <w:separator/>
      </w:r>
    </w:p>
  </w:endnote>
  <w:endnote w:type="continuationSeparator" w:id="0">
    <w:p w:rsidR="00306088" w:rsidRDefault="00306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306" w:rsidRPr="00C43A21" w:rsidRDefault="00C43A21" w:rsidP="00C43A21">
    <w:pPr>
      <w:pStyle w:val="Footer"/>
      <w:jc w:val="center"/>
    </w:pPr>
    <w:r>
      <w:rPr>
        <w:noProof/>
      </w:rPr>
      <w:drawing>
        <wp:inline distT="0" distB="0" distL="0" distR="0">
          <wp:extent cx="1762125" cy="342900"/>
          <wp:effectExtent l="19050" t="0" r="9525" b="0"/>
          <wp:docPr id="1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088" w:rsidRDefault="00306088">
      <w:r>
        <w:separator/>
      </w:r>
    </w:p>
  </w:footnote>
  <w:footnote w:type="continuationSeparator" w:id="0">
    <w:p w:rsidR="00306088" w:rsidRDefault="00306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1C8C7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085F2B"/>
    <w:multiLevelType w:val="hybridMultilevel"/>
    <w:tmpl w:val="3D927F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B95DEB"/>
    <w:multiLevelType w:val="hybridMultilevel"/>
    <w:tmpl w:val="756898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17D9"/>
    <w:multiLevelType w:val="hybridMultilevel"/>
    <w:tmpl w:val="68E481D4"/>
    <w:lvl w:ilvl="0" w:tplc="10BEAB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7617B"/>
    <w:multiLevelType w:val="hybridMultilevel"/>
    <w:tmpl w:val="DEF27B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86658B"/>
    <w:multiLevelType w:val="hybridMultilevel"/>
    <w:tmpl w:val="98800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EE0022"/>
    <w:multiLevelType w:val="hybridMultilevel"/>
    <w:tmpl w:val="7CB0CD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373258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885B2E"/>
    <w:multiLevelType w:val="hybridMultilevel"/>
    <w:tmpl w:val="7D082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260B60"/>
    <w:multiLevelType w:val="hybridMultilevel"/>
    <w:tmpl w:val="0BF2BF3E"/>
    <w:lvl w:ilvl="0" w:tplc="4A1EC3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064528"/>
    <w:multiLevelType w:val="hybridMultilevel"/>
    <w:tmpl w:val="B130EFF6"/>
    <w:lvl w:ilvl="0" w:tplc="310280FA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D461A8"/>
    <w:multiLevelType w:val="hybridMultilevel"/>
    <w:tmpl w:val="5ACA8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AF7FBB"/>
    <w:multiLevelType w:val="hybridMultilevel"/>
    <w:tmpl w:val="73B462DE"/>
    <w:lvl w:ilvl="0" w:tplc="0EFAE73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4"/>
  </w:num>
  <w:num w:numId="4">
    <w:abstractNumId w:val="10"/>
  </w:num>
  <w:num w:numId="5">
    <w:abstractNumId w:val="17"/>
  </w:num>
  <w:num w:numId="6">
    <w:abstractNumId w:val="14"/>
  </w:num>
  <w:num w:numId="7">
    <w:abstractNumId w:val="3"/>
  </w:num>
  <w:num w:numId="8">
    <w:abstractNumId w:val="8"/>
  </w:num>
  <w:num w:numId="9">
    <w:abstractNumId w:val="25"/>
  </w:num>
  <w:num w:numId="10">
    <w:abstractNumId w:val="19"/>
  </w:num>
  <w:num w:numId="11">
    <w:abstractNumId w:val="21"/>
  </w:num>
  <w:num w:numId="12">
    <w:abstractNumId w:val="6"/>
  </w:num>
  <w:num w:numId="13">
    <w:abstractNumId w:val="1"/>
  </w:num>
  <w:num w:numId="14">
    <w:abstractNumId w:val="23"/>
  </w:num>
  <w:num w:numId="15">
    <w:abstractNumId w:val="12"/>
  </w:num>
  <w:num w:numId="16">
    <w:abstractNumId w:val="20"/>
  </w:num>
  <w:num w:numId="17">
    <w:abstractNumId w:val="16"/>
  </w:num>
  <w:num w:numId="18">
    <w:abstractNumId w:val="2"/>
  </w:num>
  <w:num w:numId="19">
    <w:abstractNumId w:val="13"/>
  </w:num>
  <w:num w:numId="20">
    <w:abstractNumId w:val="26"/>
  </w:num>
  <w:num w:numId="21">
    <w:abstractNumId w:val="5"/>
  </w:num>
  <w:num w:numId="22">
    <w:abstractNumId w:val="0"/>
  </w:num>
  <w:num w:numId="23">
    <w:abstractNumId w:val="18"/>
  </w:num>
  <w:num w:numId="24">
    <w:abstractNumId w:val="4"/>
  </w:num>
  <w:num w:numId="25">
    <w:abstractNumId w:val="22"/>
  </w:num>
  <w:num w:numId="26">
    <w:abstractNumId w:val="15"/>
  </w:num>
  <w:num w:numId="2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07768"/>
    <w:rsid w:val="00031CE9"/>
    <w:rsid w:val="00056B16"/>
    <w:rsid w:val="00092323"/>
    <w:rsid w:val="000A2A5F"/>
    <w:rsid w:val="001238FF"/>
    <w:rsid w:val="00193AA0"/>
    <w:rsid w:val="001C2A6E"/>
    <w:rsid w:val="002965B4"/>
    <w:rsid w:val="002F5CA4"/>
    <w:rsid w:val="00306088"/>
    <w:rsid w:val="003235A4"/>
    <w:rsid w:val="00356710"/>
    <w:rsid w:val="003744C6"/>
    <w:rsid w:val="0045307A"/>
    <w:rsid w:val="004E1D65"/>
    <w:rsid w:val="004F4694"/>
    <w:rsid w:val="004F4892"/>
    <w:rsid w:val="00524264"/>
    <w:rsid w:val="005679BC"/>
    <w:rsid w:val="00591002"/>
    <w:rsid w:val="005946EF"/>
    <w:rsid w:val="005D7A8D"/>
    <w:rsid w:val="006053F8"/>
    <w:rsid w:val="00625AAB"/>
    <w:rsid w:val="00772BAB"/>
    <w:rsid w:val="007817D7"/>
    <w:rsid w:val="007D2650"/>
    <w:rsid w:val="007D62A8"/>
    <w:rsid w:val="00817EE1"/>
    <w:rsid w:val="00876E15"/>
    <w:rsid w:val="008A2125"/>
    <w:rsid w:val="008F3DA1"/>
    <w:rsid w:val="00933099"/>
    <w:rsid w:val="009C5306"/>
    <w:rsid w:val="00A05874"/>
    <w:rsid w:val="00A319C7"/>
    <w:rsid w:val="00A61580"/>
    <w:rsid w:val="00A63747"/>
    <w:rsid w:val="00A943BA"/>
    <w:rsid w:val="00B3256E"/>
    <w:rsid w:val="00B468ED"/>
    <w:rsid w:val="00B841DD"/>
    <w:rsid w:val="00BB482B"/>
    <w:rsid w:val="00BE36D3"/>
    <w:rsid w:val="00C023C7"/>
    <w:rsid w:val="00C027D9"/>
    <w:rsid w:val="00C03D5C"/>
    <w:rsid w:val="00C13CD3"/>
    <w:rsid w:val="00C35146"/>
    <w:rsid w:val="00C351FC"/>
    <w:rsid w:val="00C43A21"/>
    <w:rsid w:val="00C60A52"/>
    <w:rsid w:val="00C845FD"/>
    <w:rsid w:val="00C87B92"/>
    <w:rsid w:val="00CD4DFC"/>
    <w:rsid w:val="00D0517C"/>
    <w:rsid w:val="00D1503F"/>
    <w:rsid w:val="00D50AAE"/>
    <w:rsid w:val="00D67B46"/>
    <w:rsid w:val="00D67C30"/>
    <w:rsid w:val="00D7507B"/>
    <w:rsid w:val="00D87DFE"/>
    <w:rsid w:val="00D94DE9"/>
    <w:rsid w:val="00DA0955"/>
    <w:rsid w:val="00DB0204"/>
    <w:rsid w:val="00DE7BE4"/>
    <w:rsid w:val="00E137A1"/>
    <w:rsid w:val="00E518B6"/>
    <w:rsid w:val="00E83BDA"/>
    <w:rsid w:val="00ED2112"/>
    <w:rsid w:val="00F5198B"/>
    <w:rsid w:val="00FE4891"/>
    <w:rsid w:val="00FE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608DE8-C356-425E-A225-7F4712FE5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MediumList1-Accent61">
    <w:name w:val="Medium List 1 - Accent 61"/>
    <w:basedOn w:val="Normal"/>
    <w:uiPriority w:val="34"/>
    <w:qFormat/>
    <w:rsid w:val="006B1927"/>
    <w:pPr>
      <w:ind w:left="720"/>
      <w:contextualSpacing/>
    </w:pPr>
  </w:style>
  <w:style w:type="paragraph" w:customStyle="1" w:styleId="LightList-Accent51">
    <w:name w:val="Light List - Accent 51"/>
    <w:basedOn w:val="Normal"/>
    <w:uiPriority w:val="34"/>
    <w:qFormat/>
    <w:rsid w:val="00741C52"/>
    <w:pPr>
      <w:ind w:left="720"/>
    </w:pPr>
  </w:style>
  <w:style w:type="paragraph" w:customStyle="1" w:styleId="MediumList2-Accent41">
    <w:name w:val="Medium List 2 - Accent 41"/>
    <w:basedOn w:val="Normal"/>
    <w:uiPriority w:val="34"/>
    <w:qFormat/>
    <w:rsid w:val="005E4E7F"/>
    <w:pPr>
      <w:ind w:left="720"/>
    </w:pPr>
  </w:style>
  <w:style w:type="paragraph" w:customStyle="1" w:styleId="MediumGrid1-Accent22">
    <w:name w:val="Medium Grid 1 - Accent 22"/>
    <w:basedOn w:val="Normal"/>
    <w:qFormat/>
    <w:rsid w:val="00916AC6"/>
    <w:pPr>
      <w:ind w:left="720"/>
      <w:contextualSpacing/>
    </w:pPr>
  </w:style>
  <w:style w:type="paragraph" w:styleId="ListParagraph">
    <w:name w:val="List Paragraph"/>
    <w:basedOn w:val="Normal"/>
    <w:qFormat/>
    <w:rsid w:val="00C87B9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FA66E-5ABF-4233-908E-EF1FEC6F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141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Bielmeier, Sean</cp:lastModifiedBy>
  <cp:revision>9</cp:revision>
  <cp:lastPrinted>2012-10-08T23:09:00Z</cp:lastPrinted>
  <dcterms:created xsi:type="dcterms:W3CDTF">2014-11-04T17:00:00Z</dcterms:created>
  <dcterms:modified xsi:type="dcterms:W3CDTF">2014-11-04T20:46:00Z</dcterms:modified>
</cp:coreProperties>
</file>